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AB2D1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 w14:paraId="0F01D1A4">
      <w:pPr>
        <w:spacing w:line="24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eastAsia="方正小标宋简体"/>
          <w:sz w:val="44"/>
          <w:szCs w:val="44"/>
        </w:rPr>
        <w:t>年山东省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思想政治教育</w:t>
      </w:r>
      <w:r>
        <w:rPr>
          <w:rFonts w:hint="eastAsia" w:ascii="方正小标宋简体" w:eastAsia="方正小标宋简体"/>
          <w:sz w:val="44"/>
          <w:szCs w:val="44"/>
        </w:rPr>
        <w:t>教学改革项目汇总表</w:t>
      </w:r>
      <w:bookmarkEnd w:id="0"/>
    </w:p>
    <w:p w14:paraId="5B9DDABC">
      <w:pPr>
        <w:spacing w:line="240" w:lineRule="atLeast"/>
        <w:jc w:val="center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第一、二、三、四类项目，分类汇总或四类统一汇总上报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 w14:paraId="67EF9B56">
      <w:pPr>
        <w:spacing w:line="240" w:lineRule="atLeast"/>
        <w:rPr>
          <w:rFonts w:hint="default" w:ascii="仿宋_GB2312" w:eastAsia="仿宋_GB2312"/>
          <w:sz w:val="24"/>
          <w:lang w:val="en-US" w:eastAsia="zh-CN"/>
        </w:rPr>
      </w:pPr>
      <w:r>
        <w:rPr>
          <w:rFonts w:hint="eastAsia" w:ascii="仿宋_GB2312" w:eastAsia="仿宋_GB2312"/>
          <w:sz w:val="24"/>
        </w:rPr>
        <w:t xml:space="preserve">推荐单位（盖章）：      </w:t>
      </w:r>
      <w:r>
        <w:rPr>
          <w:rFonts w:ascii="仿宋_GB2312" w:eastAsia="仿宋_GB2312"/>
          <w:sz w:val="24"/>
        </w:rPr>
        <w:t xml:space="preserve"> </w:t>
      </w:r>
      <w:r>
        <w:rPr>
          <w:rFonts w:hint="eastAsia" w:ascii="仿宋_GB2312" w:eastAsia="仿宋_GB2312"/>
          <w:sz w:val="24"/>
        </w:rPr>
        <w:t xml:space="preserve">  </w:t>
      </w:r>
      <w:r>
        <w:rPr>
          <w:rFonts w:ascii="仿宋_GB2312" w:eastAsia="仿宋_GB2312"/>
          <w:sz w:val="24"/>
        </w:rPr>
        <w:t xml:space="preserve">                                                       </w:t>
      </w:r>
      <w:r>
        <w:rPr>
          <w:rFonts w:hint="eastAsia" w:ascii="仿宋_GB2312" w:eastAsia="仿宋_GB2312"/>
          <w:sz w:val="24"/>
        </w:rPr>
        <w:t>填表时间：</w:t>
      </w:r>
      <w:r>
        <w:rPr>
          <w:rFonts w:hint="eastAsia" w:ascii="仿宋_GB2312"/>
          <w:sz w:val="24"/>
          <w:lang w:val="en-US" w:eastAsia="zh-CN"/>
        </w:rPr>
        <w:t xml:space="preserve">  年  月  日</w:t>
      </w:r>
    </w:p>
    <w:tbl>
      <w:tblPr>
        <w:tblStyle w:val="4"/>
        <w:tblW w:w="138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2297"/>
        <w:gridCol w:w="1287"/>
        <w:gridCol w:w="1850"/>
        <w:gridCol w:w="1050"/>
        <w:gridCol w:w="838"/>
        <w:gridCol w:w="1650"/>
        <w:gridCol w:w="962"/>
        <w:gridCol w:w="3179"/>
      </w:tblGrid>
      <w:tr w14:paraId="7A6E23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28B92">
            <w:pPr>
              <w:widowControl/>
              <w:spacing w:line="28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42119">
            <w:pPr>
              <w:widowControl/>
              <w:spacing w:line="28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项目名称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C3047">
            <w:pPr>
              <w:widowControl/>
              <w:spacing w:line="28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项目类型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C769E">
            <w:pPr>
              <w:widowControl/>
              <w:spacing w:line="28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申报单位（人）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C05DA">
            <w:pPr>
              <w:widowControl/>
              <w:spacing w:line="28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主持人姓名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F55E4">
            <w:pPr>
              <w:widowControl/>
              <w:spacing w:line="28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年龄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36BF3">
            <w:pPr>
              <w:widowControl/>
              <w:spacing w:line="28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联系电话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BF3CB">
            <w:pPr>
              <w:widowControl/>
              <w:spacing w:line="28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职务/职称</w:t>
            </w:r>
          </w:p>
        </w:tc>
        <w:tc>
          <w:tcPr>
            <w:tcW w:w="3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02E5C">
            <w:pPr>
              <w:widowControl/>
              <w:spacing w:line="28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团队成员姓名</w:t>
            </w:r>
          </w:p>
        </w:tc>
      </w:tr>
      <w:tr w14:paraId="035C7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2EB02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7011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CEE2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C06C7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97125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A9AD8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02CD0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1533E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5043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92FF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4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 w14:paraId="431E305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9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1031D7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A804FC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C672C5D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385A144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6436DE8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A04336A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6BBC8E9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574E96E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10C6E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10C8C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48207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C14A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61593C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BD673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EB0C1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23BB5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FD27F6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FB205C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F005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2F2E82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6954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10EE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A86CE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FEA413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618D4C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F88563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1E427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3D39B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49FB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148DA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EF01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D3F3A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5FED6F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376B1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4CB855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2BF9C3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F1F66A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B8F13E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1D97D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CDF33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88E30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F8123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70F05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A2638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696A71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AEDA4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3ECBC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092F2A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816A6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2D5B72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3FA03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EB93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E412B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8B0AA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E20DE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71F57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0FE20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46F159"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 w14:paraId="270DD157">
      <w:pPr>
        <w:tabs>
          <w:tab w:val="left" w:pos="1080"/>
        </w:tabs>
        <w:spacing w:line="240" w:lineRule="atLeast"/>
        <w:rPr>
          <w:rFonts w:hint="eastAsia" w:ascii="仿宋_GB2312" w:eastAsia="仿宋_GB2312"/>
          <w:sz w:val="24"/>
        </w:rPr>
      </w:pPr>
    </w:p>
    <w:p w14:paraId="2344E16B">
      <w:pPr>
        <w:tabs>
          <w:tab w:val="left" w:pos="1080"/>
        </w:tabs>
        <w:spacing w:line="240" w:lineRule="atLeast"/>
        <w:rPr>
          <w:rFonts w:hint="eastAsia" w:ascii="楷体_GB2312" w:hAnsi="楷体_GB2312" w:eastAsia="楷体_GB2312" w:cs="楷体_GB2312"/>
          <w:lang w:val="en-US" w:eastAsia="zh-CN"/>
        </w:rPr>
      </w:pPr>
      <w:r>
        <w:rPr>
          <w:rFonts w:hint="eastAsia" w:ascii="楷体_GB2312" w:hAnsi="楷体_GB2312" w:eastAsia="楷体_GB2312" w:cs="楷体_GB2312"/>
          <w:sz w:val="24"/>
        </w:rPr>
        <w:t xml:space="preserve">填表人姓名：           职务：                  </w:t>
      </w:r>
      <w:r>
        <w:rPr>
          <w:rFonts w:hint="eastAsia" w:ascii="楷体_GB2312" w:hAnsi="楷体_GB2312" w:eastAsia="楷体_GB2312" w:cs="楷体_GB2312"/>
          <w:sz w:val="24"/>
          <w:lang w:val="en-US" w:eastAsia="zh-CN"/>
        </w:rPr>
        <w:t>手机号</w:t>
      </w:r>
      <w:r>
        <w:rPr>
          <w:rFonts w:hint="eastAsia" w:ascii="楷体_GB2312" w:hAnsi="楷体_GB2312" w:eastAsia="楷体_GB2312" w:cs="楷体_GB2312"/>
          <w:sz w:val="24"/>
        </w:rPr>
        <w:t>：                      电子邮箱：</w:t>
      </w:r>
      <w:r>
        <w:rPr>
          <w:rFonts w:hint="eastAsia" w:ascii="楷体_GB2312" w:hAnsi="楷体_GB2312" w:eastAsia="楷体_GB2312" w:cs="楷体_GB2312"/>
          <w:lang w:val="en-US" w:eastAsia="zh-CN"/>
        </w:rPr>
        <w:tab/>
      </w:r>
    </w:p>
    <w:p w14:paraId="3B726B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/>
          <w:sz w:val="24"/>
          <w:szCs w:val="24"/>
          <w:lang w:val="en-US" w:eastAsia="zh-CN"/>
        </w:rPr>
      </w:pPr>
    </w:p>
    <w:p w14:paraId="75BC73AF">
      <w:pPr>
        <w:rPr>
          <w:rFonts w:hint="eastAsia"/>
        </w:rPr>
      </w:pPr>
    </w:p>
    <w:sectPr>
      <w:footerReference r:id="rId5" w:type="first"/>
      <w:footerReference r:id="rId3" w:type="default"/>
      <w:footerReference r:id="rId4" w:type="even"/>
      <w:pgSz w:w="16838" w:h="11906" w:orient="landscape"/>
      <w:pgMar w:top="1531" w:right="2041" w:bottom="1531" w:left="1985" w:header="851" w:footer="1417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书宋一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161F5B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4E69C1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25DC4326"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BCF1B2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60792"/>
    <w:rsid w:val="000102C3"/>
    <w:rsid w:val="00091282"/>
    <w:rsid w:val="000D1704"/>
    <w:rsid w:val="000F6019"/>
    <w:rsid w:val="001331E3"/>
    <w:rsid w:val="001414E6"/>
    <w:rsid w:val="00150F26"/>
    <w:rsid w:val="00167D58"/>
    <w:rsid w:val="001A1AD1"/>
    <w:rsid w:val="001B3585"/>
    <w:rsid w:val="001F444B"/>
    <w:rsid w:val="002675B8"/>
    <w:rsid w:val="00295935"/>
    <w:rsid w:val="0032220F"/>
    <w:rsid w:val="003340EC"/>
    <w:rsid w:val="00360658"/>
    <w:rsid w:val="003751E7"/>
    <w:rsid w:val="003F186A"/>
    <w:rsid w:val="0040787C"/>
    <w:rsid w:val="004255E8"/>
    <w:rsid w:val="004575BE"/>
    <w:rsid w:val="00461822"/>
    <w:rsid w:val="004B0A45"/>
    <w:rsid w:val="004D73FC"/>
    <w:rsid w:val="004F3958"/>
    <w:rsid w:val="004F7B85"/>
    <w:rsid w:val="0050349A"/>
    <w:rsid w:val="0052423E"/>
    <w:rsid w:val="00544492"/>
    <w:rsid w:val="00556BBC"/>
    <w:rsid w:val="00584E26"/>
    <w:rsid w:val="00585162"/>
    <w:rsid w:val="005A16A3"/>
    <w:rsid w:val="005A25FA"/>
    <w:rsid w:val="005C41F8"/>
    <w:rsid w:val="00666697"/>
    <w:rsid w:val="006833BA"/>
    <w:rsid w:val="006B5CE2"/>
    <w:rsid w:val="006C2E79"/>
    <w:rsid w:val="006C2FB5"/>
    <w:rsid w:val="0071780E"/>
    <w:rsid w:val="00726544"/>
    <w:rsid w:val="007E30A8"/>
    <w:rsid w:val="0081034F"/>
    <w:rsid w:val="008A5A73"/>
    <w:rsid w:val="00905158"/>
    <w:rsid w:val="009102BE"/>
    <w:rsid w:val="00957444"/>
    <w:rsid w:val="00985EEB"/>
    <w:rsid w:val="009B2EAC"/>
    <w:rsid w:val="009C7207"/>
    <w:rsid w:val="009D186D"/>
    <w:rsid w:val="00A31DCE"/>
    <w:rsid w:val="00A55E34"/>
    <w:rsid w:val="00A925CA"/>
    <w:rsid w:val="00AB0B58"/>
    <w:rsid w:val="00AB0DE0"/>
    <w:rsid w:val="00AC6124"/>
    <w:rsid w:val="00AE28A8"/>
    <w:rsid w:val="00B60FB2"/>
    <w:rsid w:val="00B6591F"/>
    <w:rsid w:val="00B6715F"/>
    <w:rsid w:val="00B83F06"/>
    <w:rsid w:val="00B86524"/>
    <w:rsid w:val="00C446A0"/>
    <w:rsid w:val="00CE0CA6"/>
    <w:rsid w:val="00CF149C"/>
    <w:rsid w:val="00D020AE"/>
    <w:rsid w:val="00D9315B"/>
    <w:rsid w:val="00DF4B5E"/>
    <w:rsid w:val="00E1604F"/>
    <w:rsid w:val="00E53C59"/>
    <w:rsid w:val="00E635A2"/>
    <w:rsid w:val="00E80D7A"/>
    <w:rsid w:val="00EA46A6"/>
    <w:rsid w:val="00EC6D84"/>
    <w:rsid w:val="00EE16D6"/>
    <w:rsid w:val="00F55CD2"/>
    <w:rsid w:val="00F74267"/>
    <w:rsid w:val="00F74392"/>
    <w:rsid w:val="00FA30E9"/>
    <w:rsid w:val="00FA5E8E"/>
    <w:rsid w:val="0E44681E"/>
    <w:rsid w:val="2E665EAE"/>
    <w:rsid w:val="367D4C50"/>
    <w:rsid w:val="41D60779"/>
    <w:rsid w:val="48520368"/>
    <w:rsid w:val="4C060792"/>
    <w:rsid w:val="5DAF0A54"/>
    <w:rsid w:val="646F48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小节标题"/>
    <w:basedOn w:val="1"/>
    <w:next w:val="1"/>
    <w:qFormat/>
    <w:uiPriority w:val="0"/>
    <w:pPr>
      <w:widowControl/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  <w:kern w:val="0"/>
      <w:szCs w:val="20"/>
      <w:u w:val="none" w:color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7169;&#26495;\&#40065;&#25945;X&#20989;&#12308;&#12309;&#21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鲁教X函〔〕号.dot</Template>
  <Pages>1</Pages>
  <Words>1692</Words>
  <Characters>1713</Characters>
  <Lines>1</Lines>
  <Paragraphs>1</Paragraphs>
  <TotalTime>1</TotalTime>
  <ScaleCrop>false</ScaleCrop>
  <LinksUpToDate>false</LinksUpToDate>
  <CharactersWithSpaces>2630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2025-05-06T00:50:00Z</dcterms:created>
  <dc:creator>文印1</dc:creator>
  <cp:lastModifiedBy>康乃馨</cp:lastModifiedBy>
  <dcterms:modified xsi:type="dcterms:W3CDTF">2025-05-08T00:46:00Z</dcterms:modified>
  <dc:title>山东省教育厅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25C149C2F9F3464AA6D6919A29AE8980</vt:lpwstr>
  </property>
  <property fmtid="{D5CDD505-2E9C-101B-9397-08002B2CF9AE}" pid="4" name="KSOTemplateDocerSaveRecord">
    <vt:lpwstr>eyJoZGlkIjoiZWI1MjZhNTA2YWQzMDE4MjkxOWI0MDk3Yjc4M2M0NzMiLCJ1c2VySWQiOiI1Njc0NTk2NTcifQ==</vt:lpwstr>
  </property>
</Properties>
</file>